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7AB" w:rsidRDefault="009807AB" w:rsidP="00FB12E3"/>
    <w:p w:rsidR="006A3B6C" w:rsidRDefault="006A3B6C" w:rsidP="006A3B6C">
      <w:pPr>
        <w:spacing w:after="120" w:line="240" w:lineRule="auto"/>
        <w:jc w:val="both"/>
        <w:rPr>
          <w:rFonts w:ascii="Arial" w:eastAsia="Times New Roman" w:hAnsi="Arial" w:cs="Arial"/>
          <w:b/>
          <w:sz w:val="24"/>
          <w:szCs w:val="24"/>
        </w:rPr>
      </w:pPr>
    </w:p>
    <w:p w:rsidR="006A3B6C" w:rsidRDefault="00EC433C" w:rsidP="006A3B6C">
      <w:pPr>
        <w:spacing w:after="120" w:line="240" w:lineRule="auto"/>
        <w:jc w:val="both"/>
        <w:rPr>
          <w:rFonts w:ascii="Arial" w:eastAsia="Times New Roman" w:hAnsi="Arial" w:cs="Arial"/>
          <w:b/>
          <w:sz w:val="24"/>
          <w:szCs w:val="24"/>
        </w:rPr>
      </w:pPr>
      <w:r>
        <w:rPr>
          <w:rFonts w:ascii="Arial" w:eastAsia="Times New Roman" w:hAnsi="Arial" w:cs="Arial"/>
          <w:b/>
          <w:sz w:val="24"/>
          <w:szCs w:val="24"/>
        </w:rPr>
        <w:t xml:space="preserve">Anexa </w:t>
      </w:r>
      <w:r w:rsidR="0095741B">
        <w:rPr>
          <w:rFonts w:ascii="Arial" w:eastAsia="Times New Roman" w:hAnsi="Arial" w:cs="Arial"/>
          <w:b/>
          <w:sz w:val="24"/>
          <w:szCs w:val="24"/>
        </w:rPr>
        <w:t>8</w:t>
      </w:r>
      <w:bookmarkStart w:id="0" w:name="_GoBack"/>
      <w:bookmarkEnd w:id="0"/>
      <w:r w:rsidR="006E3D61">
        <w:rPr>
          <w:rFonts w:ascii="Arial" w:eastAsia="Times New Roman" w:hAnsi="Arial" w:cs="Arial"/>
          <w:b/>
          <w:sz w:val="24"/>
          <w:szCs w:val="24"/>
        </w:rPr>
        <w:t>.6</w:t>
      </w:r>
      <w:r w:rsidR="006A3B6C">
        <w:rPr>
          <w:rFonts w:ascii="Arial" w:eastAsia="Times New Roman" w:hAnsi="Arial" w:cs="Arial"/>
          <w:b/>
          <w:sz w:val="24"/>
          <w:szCs w:val="24"/>
        </w:rPr>
        <w:t xml:space="preserve"> –Indicatori de monitorizare ai Strategiei </w:t>
      </w:r>
      <w:r w:rsidR="008D04FD">
        <w:rPr>
          <w:rFonts w:ascii="Arial" w:eastAsia="Times New Roman" w:hAnsi="Arial" w:cs="Arial"/>
          <w:b/>
          <w:sz w:val="24"/>
          <w:szCs w:val="24"/>
        </w:rPr>
        <w:t>Integrate de Dezvoltare Durabilă</w:t>
      </w:r>
      <w:r w:rsidR="006A3B6C">
        <w:rPr>
          <w:rFonts w:ascii="Arial" w:eastAsia="Times New Roman" w:hAnsi="Arial" w:cs="Arial"/>
          <w:b/>
          <w:sz w:val="24"/>
          <w:szCs w:val="24"/>
        </w:rPr>
        <w:t xml:space="preserve"> a Deltei </w:t>
      </w:r>
      <w:r w:rsidR="008D04FD">
        <w:rPr>
          <w:rFonts w:ascii="Arial" w:eastAsia="Times New Roman" w:hAnsi="Arial" w:cs="Arial"/>
          <w:b/>
          <w:sz w:val="24"/>
          <w:szCs w:val="24"/>
        </w:rPr>
        <w:t>Dunării</w:t>
      </w:r>
      <w:r w:rsidR="006A3B6C">
        <w:rPr>
          <w:rFonts w:ascii="Arial" w:eastAsia="Times New Roman" w:hAnsi="Arial" w:cs="Arial"/>
          <w:b/>
          <w:sz w:val="24"/>
          <w:szCs w:val="24"/>
        </w:rPr>
        <w:t xml:space="preserve"> </w:t>
      </w:r>
    </w:p>
    <w:p w:rsidR="006A3B6C" w:rsidRPr="007D6311" w:rsidRDefault="006A3B6C" w:rsidP="006A3B6C">
      <w:pPr>
        <w:spacing w:after="120" w:line="240" w:lineRule="auto"/>
        <w:jc w:val="both"/>
        <w:rPr>
          <w:rFonts w:ascii="Arial" w:eastAsiaTheme="minorHAnsi" w:hAnsi="Arial" w:cs="Arial"/>
          <w:b/>
          <w:bCs/>
          <w:iCs/>
        </w:rPr>
      </w:pPr>
      <w:r w:rsidRPr="007D6311">
        <w:rPr>
          <w:rFonts w:ascii="Arial" w:eastAsia="Times New Roman" w:hAnsi="Arial" w:cs="Arial"/>
          <w:b/>
        </w:rPr>
        <w:t xml:space="preserve">Conform SIDDDD -  Tabel 54 –Indicatori de monitorizare –Cap </w:t>
      </w:r>
      <w:r w:rsidRPr="007D6311">
        <w:rPr>
          <w:rFonts w:ascii="Arial" w:hAnsi="Arial" w:cs="Arial"/>
          <w:b/>
          <w:bCs/>
          <w:iCs/>
        </w:rPr>
        <w:t>VII.4 Indicatori de monitorizare a obiectivelor pe sectoare prioritare</w:t>
      </w:r>
    </w:p>
    <w:p w:rsidR="006A3B6C" w:rsidRPr="006A3B6C" w:rsidRDefault="006A3B6C" w:rsidP="006A3B6C">
      <w:pPr>
        <w:autoSpaceDE w:val="0"/>
        <w:autoSpaceDN w:val="0"/>
        <w:adjustRightInd w:val="0"/>
        <w:spacing w:after="0" w:line="240" w:lineRule="auto"/>
        <w:rPr>
          <w:rFonts w:ascii="Arial" w:hAnsi="Arial" w:cs="Arial"/>
          <w:b/>
          <w:bCs/>
          <w:sz w:val="24"/>
          <w:szCs w:val="24"/>
        </w:rPr>
      </w:pPr>
    </w:p>
    <w:p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t>Pilonul I: Protejarea mediului și resurselor naturale</w:t>
      </w:r>
    </w:p>
    <w:p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Biodiversitate și managementul ecosistemelor</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Plan de Management al Rezervaţiei Biosferei Delta Dunării aprobat şi după caz, actualizat în perioada de implementare a strategiei</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seturi de măsuri și acțiuni ale Rezervaţiei Biosferei Delta Dunării bazate pe date de monitorizare larg acceptate și pe modele hidrologice, de sedimentare și demografice de ultimă oră, demarate şi implementate</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habitatelor sprijinite în vederea obținerii unui stadiu de conservare mai bun</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populațiilor de specii de pește valoroase din punct de vedere economic</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obiective de infrastructură esențială și obiective de interes economic din cadrul RBDD protejate împotriva inundațiilor</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măsuri/Iniţiative de actualizare a cadrului legislativ și de reglementare pentru managementul și utilizarea RBDD și a resurselor acesteia actualizate pentru a sprijini obiectivele participării sporite a comunității și stimulentele pentru protejare și refacere ecologică</w:t>
      </w:r>
    </w:p>
    <w:p w:rsid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instituții și cercetători locali și internaționali implicaţi în programul diversificat de cercetare, recunoscut internațional, privind sistemele și resursele naturale și culturale ale DD</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Eficiență energetică</w:t>
      </w:r>
    </w:p>
    <w:p w:rsidR="006A3B6C" w:rsidRP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clădiri publice renovate și consumul de energie finală în clădirile publice</w:t>
      </w:r>
    </w:p>
    <w:p w:rsidR="006A3B6C" w:rsidRP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clădiri rezidențiale renovate și consumul de energie finală în sectorul rezidențial</w:t>
      </w:r>
    </w:p>
    <w:p w:rsidR="006A3B6C" w:rsidRP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Lungimea reţelei termice reabilitate / extinse</w:t>
      </w:r>
    </w:p>
    <w:p w:rsid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utilizatori suplimentari de energie conectați la rețele inteligente</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Schimbări climatice</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estimat al emisiilor de gaze cu efect de seră</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Producţia brută de energie primară din surse regenerabile mai puţin exploatate</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de investiție în măsurile de adaptare la schimbările climatice</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gospodăriilor cu o clasificare mai bună a consumului de energie</w:t>
      </w:r>
    </w:p>
    <w:p w:rsid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Evoluția consumului anual de energie primară în clădirile publice</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riscului în caz de dezastre</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beneficiază de măsuri de protecție împotriva inundațiilor</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dezastru (anual)</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Timpul mediu de răspuns la situaţii de urgenţă</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Inventar cu deșeuri periculoase și sistem de management al informațiilor existente (da sau nu)</w:t>
      </w:r>
    </w:p>
    <w:p w:rsid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intervenție disponibile</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Situații de urgență asociate riscurilor de poluare</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incidente de poluare în regiunea DD (anual)</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poluare (anual)</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pentru a opri incidentele de poluare (zile)</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prevenire a poluării disponibile</w:t>
      </w:r>
    </w:p>
    <w:p w:rsidR="00881694" w:rsidRDefault="00881694" w:rsidP="006A3B6C">
      <w:pPr>
        <w:autoSpaceDE w:val="0"/>
        <w:autoSpaceDN w:val="0"/>
        <w:adjustRightInd w:val="0"/>
        <w:spacing w:after="0" w:line="240" w:lineRule="auto"/>
        <w:rPr>
          <w:rFonts w:ascii="Arial" w:hAnsi="Arial" w:cs="Arial"/>
          <w:b/>
          <w:bCs/>
          <w:color w:val="215868"/>
          <w:sz w:val="24"/>
          <w:szCs w:val="24"/>
        </w:rPr>
      </w:pPr>
    </w:p>
    <w:p w:rsidR="00881694" w:rsidRDefault="00881694" w:rsidP="006A3B6C">
      <w:pPr>
        <w:autoSpaceDE w:val="0"/>
        <w:autoSpaceDN w:val="0"/>
        <w:adjustRightInd w:val="0"/>
        <w:spacing w:after="0" w:line="240" w:lineRule="auto"/>
        <w:rPr>
          <w:rFonts w:ascii="Arial" w:hAnsi="Arial" w:cs="Arial"/>
          <w:b/>
          <w:bCs/>
          <w:color w:val="215868"/>
          <w:sz w:val="24"/>
          <w:szCs w:val="24"/>
        </w:rPr>
      </w:pPr>
    </w:p>
    <w:p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lastRenderedPageBreak/>
        <w:t>Pilonul II: Îmbunătățirea economiei</w:t>
      </w:r>
    </w:p>
    <w:p w:rsidR="00EA5147" w:rsidRPr="006A3B6C" w:rsidRDefault="00EA5147"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pStyle w:val="Listparagraf"/>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Turism</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Sosiri ale turiștilor pe lună (distribuție pe an)</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permise de intrare în RBDD</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ambarcațiuni disponibile pentru turiști la principalele puncte de ieșire și puncte nodale (rute monitorizate)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Ratele de ocupare pentru cazările autorizate / oficiale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Cheltuielile medii pe un turist într-un sejur</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a sejurului (nopți))</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structurilor de cazare turistice deschise tot anul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pondere din locurile de muncă în turism (locurile de muncă permanente vs. temporare)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vizitatorilor privind serviciile turistice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Percepția raportului calitate/preț</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în care vizitatorii revin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ocupați în turism (locuri de muncă directe și indirecte, raportul dintre locurile de muncă în turism și totalul locurilor de muncă)</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Venituri generate de turism raportate la veniturile totale generate în economia locală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case tradiționale menținute/ reabilitate incluse in circuitul turistic</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locuitorilor privind dezvoltarea turismului în zonă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Proporția produselor si serviciilor locale din totalul produselor si serviciilor</w:t>
      </w:r>
    </w:p>
    <w:p w:rsid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Raportul dintre rezidenții și nerezidenții ce dețin terenuri / imobile în DD</w:t>
      </w:r>
    </w:p>
    <w:p w:rsidR="007D6311" w:rsidRPr="006A3B6C" w:rsidRDefault="007D6311" w:rsidP="007D6311">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Pescuit și acvacultură</w:t>
      </w:r>
    </w:p>
    <w:p w:rsidR="006A3B6C" w:rsidRP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locurilor de muncă din domeniul pescăresc pe activități specifice</w:t>
      </w:r>
    </w:p>
    <w:p w:rsidR="006A3B6C" w:rsidRP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Mărimea populațiilor de specii de pești răpitori</w:t>
      </w:r>
    </w:p>
    <w:p w:rsidR="006A3B6C" w:rsidRP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Dinamica populației de caras</w:t>
      </w:r>
    </w:p>
    <w:p w:rsid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investiții/proiecte în acvacultură</w:t>
      </w:r>
    </w:p>
    <w:p w:rsidR="007D6311" w:rsidRPr="006A3B6C" w:rsidRDefault="007D6311" w:rsidP="007D6311">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Agricultură și dezvoltare rurală</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fermieri/asociații cu acces la rețele de promovare</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paticipanți la programe de educație / formare profesională</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infrastructurii de irigații reabilitate din totalul infrastructurii de irigații viabile (%)</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de teren neproductiv împădurit</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de protecție împotriva inundațiilor</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teren acordat fermierilor din totalul terenului public disponibil</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intrat într-o schemă pentru micii fermieri</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deschis o activitate non-agicolă</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inițiative/proiecte care valorifică patrimoniul cultural al zonei</w:t>
      </w:r>
    </w:p>
    <w:p w:rsid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din infrastructura comunală și sătească modernizată</w:t>
      </w:r>
    </w:p>
    <w:p w:rsidR="007D6311" w:rsidRDefault="007D6311" w:rsidP="007D6311">
      <w:pPr>
        <w:pStyle w:val="Listparagraf"/>
        <w:autoSpaceDE w:val="0"/>
        <w:autoSpaceDN w:val="0"/>
        <w:adjustRightInd w:val="0"/>
        <w:spacing w:after="0" w:line="240" w:lineRule="auto"/>
        <w:ind w:left="1068"/>
        <w:rPr>
          <w:rFonts w:ascii="Arial" w:hAnsi="Arial" w:cs="Arial"/>
          <w:color w:val="000000"/>
        </w:rPr>
      </w:pPr>
    </w:p>
    <w:p w:rsidR="006A3B6C" w:rsidRPr="006504E7" w:rsidRDefault="006A3B6C" w:rsidP="006A3B6C">
      <w:pPr>
        <w:autoSpaceDE w:val="0"/>
        <w:autoSpaceDN w:val="0"/>
        <w:adjustRightInd w:val="0"/>
        <w:spacing w:after="0" w:line="240" w:lineRule="auto"/>
        <w:rPr>
          <w:rFonts w:ascii="Arial" w:hAnsi="Arial" w:cs="Arial"/>
          <w:b/>
          <w:bCs/>
          <w:color w:val="215868"/>
          <w:sz w:val="24"/>
          <w:szCs w:val="24"/>
        </w:rPr>
      </w:pPr>
      <w:r w:rsidRPr="006504E7">
        <w:rPr>
          <w:rFonts w:ascii="Arial" w:hAnsi="Arial" w:cs="Arial"/>
          <w:b/>
          <w:bCs/>
          <w:color w:val="215868"/>
          <w:sz w:val="24"/>
          <w:szCs w:val="24"/>
        </w:rPr>
        <w:t>Pilonul III: Îmbunătățirea conectivității</w:t>
      </w:r>
    </w:p>
    <w:p w:rsidR="007D6311" w:rsidRPr="006504E7" w:rsidRDefault="007D6311" w:rsidP="006A3B6C">
      <w:pPr>
        <w:autoSpaceDE w:val="0"/>
        <w:autoSpaceDN w:val="0"/>
        <w:adjustRightInd w:val="0"/>
        <w:spacing w:after="0" w:line="240" w:lineRule="auto"/>
        <w:rPr>
          <w:rFonts w:ascii="Arial" w:hAnsi="Arial" w:cs="Arial"/>
          <w:b/>
          <w:bCs/>
          <w:color w:val="215868"/>
          <w:sz w:val="24"/>
          <w:szCs w:val="24"/>
        </w:rPr>
      </w:pPr>
    </w:p>
    <w:p w:rsidR="006A3B6C" w:rsidRPr="006A3B6C" w:rsidRDefault="006A3B6C" w:rsidP="006A3B6C">
      <w:pPr>
        <w:pStyle w:val="Listparagraf"/>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Transport</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Tulcea și municipiile Constanța, Brăila, Galați</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transportate pe căi navigabile interioare</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containerizat manipulat în unităţi de transport intermodal</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pasageri îmbarcaţi şi debarcaţi în transportul aeroportuar</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toate localitățile și municipiile reședință de județ</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privind accesul îmbunătățit la principalele servicii pe timpul iernii</w:t>
      </w:r>
    </w:p>
    <w:p w:rsid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ambarcațiuni publice și private puse la dispoziția călătorilor</w:t>
      </w:r>
    </w:p>
    <w:p w:rsidR="0005576D" w:rsidRPr="006A3B6C" w:rsidRDefault="0005576D" w:rsidP="0005576D">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Tehnologia informației și comunicațiilor</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utilizare cu regularitate a internetului de către populația zonei</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Acoperire/disponibilitate în bandă largă NGA</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utilizează sistemele e-guvernare</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școli care utilizează OER, WEB 2.0 în educație</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unități prespitalicești și spitalicești care utilizează sisteme de telemedicină</w:t>
      </w:r>
    </w:p>
    <w:p w:rsid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puncte de acces public la informații (PAPI) nou înființate</w:t>
      </w:r>
    </w:p>
    <w:p w:rsidR="0005576D" w:rsidRPr="006A3B6C" w:rsidRDefault="0005576D" w:rsidP="0005576D">
      <w:pPr>
        <w:pStyle w:val="Listparagraf"/>
        <w:autoSpaceDE w:val="0"/>
        <w:autoSpaceDN w:val="0"/>
        <w:adjustRightInd w:val="0"/>
        <w:spacing w:after="0" w:line="240" w:lineRule="auto"/>
        <w:ind w:left="1068"/>
        <w:rPr>
          <w:rFonts w:ascii="Arial" w:hAnsi="Arial" w:cs="Arial"/>
          <w:color w:val="000000"/>
        </w:rPr>
      </w:pPr>
    </w:p>
    <w:p w:rsid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lastRenderedPageBreak/>
        <w:t>Pilonul IV: Asigurarea serviciilor publice</w:t>
      </w:r>
    </w:p>
    <w:p w:rsidR="00881694" w:rsidRPr="006A3B6C" w:rsidRDefault="00881694"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Alimentare cu apă și canalizare/ managementul integrat al apei</w:t>
      </w:r>
    </w:p>
    <w:p w:rsidR="006A3B6C" w:rsidRPr="006A3B6C" w:rsidRDefault="006A3B6C" w:rsidP="006A3B6C">
      <w:pPr>
        <w:pStyle w:val="Listparagraf"/>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centralizate de alimentare cu apă (%)</w:t>
      </w:r>
    </w:p>
    <w:p w:rsidR="006A3B6C" w:rsidRPr="006A3B6C" w:rsidRDefault="006A3B6C" w:rsidP="006A3B6C">
      <w:pPr>
        <w:pStyle w:val="Listparagraf"/>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_____centralizate de canalizare (%)</w:t>
      </w:r>
    </w:p>
    <w:p w:rsidR="006A3B6C" w:rsidRDefault="006A3B6C" w:rsidP="006A3B6C">
      <w:pPr>
        <w:pStyle w:val="Listparagraf"/>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apelor uzate tratate conform cu standardele cerute (%)</w:t>
      </w:r>
    </w:p>
    <w:p w:rsidR="003224F4" w:rsidRPr="006A3B6C" w:rsidRDefault="003224F4" w:rsidP="003224F4">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deșeurilor</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colectată și transportată (tone/an)</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Rata globală de reciclare a deșeurilor menajere (%)</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Capacitate suplimentară de recuperare a deșeurilor (exclusiv reciclare)</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de deșeuri biodegradabile depozitată</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colectate separat (de exemplu hârtie și carton, mase plastice, sticlă, metale, lemn) (tone/an)</w:t>
      </w:r>
    </w:p>
    <w:p w:rsid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și vizitatori care participă la activitățile educative legate de gestionarea deșeurilor (număr de persoane)</w:t>
      </w:r>
    </w:p>
    <w:p w:rsidR="003224F4" w:rsidRPr="006A3B6C" w:rsidRDefault="003224F4" w:rsidP="003224F4">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numPr>
          <w:ilvl w:val="0"/>
          <w:numId w:val="32"/>
        </w:numPr>
        <w:autoSpaceDE w:val="0"/>
        <w:autoSpaceDN w:val="0"/>
        <w:adjustRightInd w:val="0"/>
        <w:spacing w:after="0" w:line="240" w:lineRule="auto"/>
        <w:contextualSpacing/>
        <w:rPr>
          <w:rFonts w:ascii="Arial" w:hAnsi="Arial" w:cs="Arial"/>
          <w:b/>
          <w:bCs/>
          <w:color w:val="000000"/>
        </w:rPr>
      </w:pPr>
      <w:r w:rsidRPr="006A3B6C">
        <w:rPr>
          <w:rFonts w:ascii="Arial" w:hAnsi="Arial" w:cs="Arial"/>
          <w:b/>
          <w:bCs/>
          <w:color w:val="000000"/>
        </w:rPr>
        <w:t>Sănătate</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persoane care au beneficiat de consultații privind asistenta medicala primara în ultimul an</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Grad de acoperire prin vaccinare a populației / copiilor</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centre integrate de asistență socio-medicală primară construite / reconstruite</w:t>
      </w:r>
    </w:p>
    <w:p w:rsid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unități de primire medicale reabilitate</w:t>
      </w:r>
    </w:p>
    <w:p w:rsidR="003224F4" w:rsidRPr="006A3B6C" w:rsidRDefault="003224F4" w:rsidP="003224F4">
      <w:pPr>
        <w:autoSpaceDE w:val="0"/>
        <w:autoSpaceDN w:val="0"/>
        <w:adjustRightInd w:val="0"/>
        <w:spacing w:after="0" w:line="240" w:lineRule="auto"/>
        <w:ind w:left="1068"/>
        <w:contextualSpacing/>
        <w:rPr>
          <w:rFonts w:ascii="Arial" w:hAnsi="Arial" w:cs="Arial"/>
          <w:color w:val="000000"/>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Educație</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cuprindere în învățământul ante-preșcolar / preșcolar / primar / gimnazial / secundar superior, din care: de etnie romă / din mediul rural (%)</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abandon școlar (%)</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(elevi / ucenici), din care de etnie romă / care beneficiază de sprijin pentru participarea la programe de educație / FP, din care: elevi /ucenici</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angajați care beneficiază de sprijin pentru participarea la FPC (formare / validare de competențe), din care: persoane cu nivel scăzut de calificare / persoane din mediul rural / persoane cu vârsta peste 40 de ani</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(cursanți, studenți) care beneficiază de sprijin pentru tranziția de la școală la viața activă, din care: de etnie romă / din mediul rural /netradițional / SEN</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 tineri / adulți care au obținut o calificare/ au finalizat programe de tip „a doua șansă”, urmare a sprijinului primit</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care beneficiază prin proiecte de sprijin pentru formare /schimb de bune practici</w:t>
      </w:r>
    </w:p>
    <w:p w:rsid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tineri șomeri din categoria NEET, cu vârsta între 16 și 24 de ani, care beneficiază de măsuri de reîntoarcere prin programe de tip „a doua șansă”, din care: de etnie romă / grupuri vulnerabile/ minoritati etnice/ din zona rurală</w:t>
      </w:r>
    </w:p>
    <w:p w:rsidR="003224F4" w:rsidRPr="006A3B6C" w:rsidRDefault="003224F4" w:rsidP="003224F4">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Incluziune și protecție socială</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grădinițe și alte servicii educaționale pentru copiii sub 6 ani în comunități dezavantajate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integrați în crese /grădinițe în comunitățile dezavantajate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de copii integrați în clasa pregătitoare și care au participat la educația preșcolară</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elevi cu risc de abandon școlar la începutul și la sfârșitul anului școlar în școlile cu un număr ridicat de romi</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a participării în școlile cu un număr ridicat de romi</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implicați în diferite tipuri de măsuri educaționale complementare (post-școală, grădinițe de vară, tutorat școlar etc.)</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tipuri de centre (școli, ONG-uri) care au implementat măsurile de educație complementară în funcție de regiuni, județe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la nivel național și în comunitățile cu o pondere ridicată de romi (peste 25 %)</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angajați cu normă întreagă în sistemul școlar</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instruiți prin programe specifice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absolvenți ai facultăților de filologie, limba romani, angajați în sistem</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lastRenderedPageBreak/>
        <w:t>Număr de persoane care au beneficiat de drept de proprietate regularizate</w:t>
      </w:r>
    </w:p>
    <w:p w:rsidR="003F58DA" w:rsidRDefault="003F58DA"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t>Pilonul V: Promovarea eficienței, accesibilității și sustenabilității</w:t>
      </w:r>
    </w:p>
    <w:p w:rsidR="006A3B6C" w:rsidRPr="006A3B6C" w:rsidRDefault="006A3B6C" w:rsidP="006A3B6C">
      <w:pPr>
        <w:pStyle w:val="Listparagraf"/>
        <w:numPr>
          <w:ilvl w:val="0"/>
          <w:numId w:val="38"/>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Capacitatea administrativă și managementul de program</w:t>
      </w:r>
    </w:p>
    <w:p w:rsidR="006A3B6C" w:rsidRPr="006A3B6C" w:rsidRDefault="006A3B6C" w:rsidP="006A3B6C">
      <w:pPr>
        <w:pStyle w:val="Listparagraf"/>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entități interesate participante la luarea deciziilor și frecvența participării)</w:t>
      </w:r>
    </w:p>
    <w:p w:rsidR="006A3B6C" w:rsidRPr="006A3B6C" w:rsidRDefault="006A3B6C" w:rsidP="006A3B6C">
      <w:pPr>
        <w:pStyle w:val="Listparagraf"/>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autorități și instituții publice care au implementat măsuri unitare pentru reducerea poverii administrative, pentru implementarea sistemelor de management a calității și performanței</w:t>
      </w:r>
    </w:p>
    <w:p w:rsidR="006A3B6C" w:rsidRPr="006A3B6C" w:rsidRDefault="006A3B6C" w:rsidP="006A3B6C">
      <w:pPr>
        <w:pStyle w:val="Listparagraf"/>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acte normative revizuite care vizează îmbunătățirea cadrului legal și instituțional din Delta Dunării</w:t>
      </w:r>
    </w:p>
    <w:p w:rsidR="006A3B6C" w:rsidRPr="006A3B6C" w:rsidRDefault="006A3B6C" w:rsidP="006A3B6C">
      <w:pPr>
        <w:pStyle w:val="Listparagraf"/>
        <w:numPr>
          <w:ilvl w:val="0"/>
          <w:numId w:val="39"/>
        </w:numPr>
        <w:spacing w:after="160" w:line="256" w:lineRule="auto"/>
        <w:rPr>
          <w:rFonts w:ascii="Arial" w:hAnsi="Arial" w:cs="Arial"/>
        </w:rPr>
      </w:pPr>
      <w:r w:rsidRPr="006A3B6C">
        <w:rPr>
          <w:rFonts w:ascii="Arial" w:hAnsi="Arial" w:cs="Arial"/>
          <w:color w:val="000000"/>
        </w:rPr>
        <w:t>Număr de proiecte implementat în cadrul ITI Delta Dunării</w:t>
      </w:r>
    </w:p>
    <w:p w:rsidR="006A3B6C" w:rsidRPr="006A3B6C" w:rsidRDefault="006A3B6C" w:rsidP="006A3B6C">
      <w:pPr>
        <w:rPr>
          <w:rFonts w:ascii="Arial" w:hAnsi="Arial" w:cs="Arial"/>
        </w:rPr>
      </w:pPr>
    </w:p>
    <w:p w:rsidR="006A3B6C" w:rsidRPr="006A3B6C" w:rsidRDefault="006A3B6C" w:rsidP="006A3B6C">
      <w:pPr>
        <w:rPr>
          <w:rFonts w:ascii="Arial" w:hAnsi="Arial" w:cs="Arial"/>
        </w:rPr>
      </w:pPr>
    </w:p>
    <w:p w:rsidR="006A3B6C" w:rsidRPr="006A3B6C" w:rsidRDefault="006A3B6C" w:rsidP="006A3B6C">
      <w:pPr>
        <w:rPr>
          <w:rFonts w:ascii="Arial" w:hAnsi="Arial" w:cs="Arial"/>
        </w:rPr>
      </w:pPr>
    </w:p>
    <w:p w:rsidR="006A3B6C" w:rsidRPr="006A3B6C" w:rsidRDefault="006A3B6C" w:rsidP="00AC23A3">
      <w:pPr>
        <w:spacing w:after="120" w:line="240" w:lineRule="auto"/>
        <w:jc w:val="both"/>
        <w:rPr>
          <w:rFonts w:ascii="Arial" w:eastAsia="Times New Roman" w:hAnsi="Arial" w:cs="Arial"/>
          <w:b/>
        </w:rPr>
      </w:pPr>
    </w:p>
    <w:sectPr w:rsidR="006A3B6C" w:rsidRPr="006A3B6C" w:rsidSect="0005576D">
      <w:headerReference w:type="default" r:id="rId7"/>
      <w:headerReference w:type="first" r:id="rId8"/>
      <w:pgSz w:w="11907" w:h="16840" w:code="9"/>
      <w:pgMar w:top="426" w:right="567" w:bottom="284"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4EC" w:rsidRDefault="006D44EC" w:rsidP="00EA0A34">
      <w:pPr>
        <w:spacing w:after="0" w:line="240" w:lineRule="auto"/>
      </w:pPr>
      <w:r>
        <w:separator/>
      </w:r>
    </w:p>
  </w:endnote>
  <w:endnote w:type="continuationSeparator" w:id="0">
    <w:p w:rsidR="006D44EC" w:rsidRDefault="006D44EC" w:rsidP="00EA0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4EC" w:rsidRDefault="006D44EC" w:rsidP="00EA0A34">
      <w:pPr>
        <w:spacing w:after="0" w:line="240" w:lineRule="auto"/>
      </w:pPr>
      <w:r>
        <w:separator/>
      </w:r>
    </w:p>
  </w:footnote>
  <w:footnote w:type="continuationSeparator" w:id="0">
    <w:p w:rsidR="006D44EC" w:rsidRDefault="006D44EC" w:rsidP="00EA0A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A34" w:rsidRDefault="00EA0A34">
    <w:pPr>
      <w:pStyle w:val="Antet"/>
    </w:pPr>
    <w:r>
      <w:rPr>
        <w:noProof/>
        <w:lang w:val="en-US"/>
      </w:rPr>
      <mc:AlternateContent>
        <mc:Choice Requires="wps">
          <w:drawing>
            <wp:anchor distT="0" distB="0" distL="114300" distR="114300" simplePos="0" relativeHeight="251660288" behindDoc="0" locked="0" layoutInCell="1" allowOverlap="1" wp14:anchorId="328515B9" wp14:editId="369F2E94">
              <wp:simplePos x="0" y="0"/>
              <wp:positionH relativeFrom="column">
                <wp:posOffset>995045</wp:posOffset>
              </wp:positionH>
              <wp:positionV relativeFrom="paragraph">
                <wp:posOffset>-14922</wp:posOffset>
              </wp:positionV>
              <wp:extent cx="5334000" cy="680720"/>
              <wp:effectExtent l="0" t="0" r="0" b="5080"/>
              <wp:wrapNone/>
              <wp:docPr id="307"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680720"/>
                      </a:xfrm>
                      <a:prstGeom prst="rect">
                        <a:avLst/>
                      </a:prstGeom>
                      <a:noFill/>
                      <a:ln w="9525">
                        <a:noFill/>
                        <a:miter lim="800000"/>
                        <a:headEnd/>
                        <a:tailEnd/>
                      </a:ln>
                    </wps:spPr>
                    <wps:txbx>
                      <w:txbxContent>
                        <w:p w:rsidR="00EA0A34" w:rsidRPr="00EA0A34" w:rsidRDefault="00EA0A34" w:rsidP="00EA0A34">
                          <w:pPr>
                            <w:spacing w:after="0" w:line="240" w:lineRule="auto"/>
                            <w:jc w:val="center"/>
                            <w:rPr>
                              <w:rFonts w:ascii="Arial" w:hAnsi="Arial" w:cs="Arial"/>
                              <w:color w:val="000099"/>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8515B9" id="_x0000_t202" coordsize="21600,21600" o:spt="202" path="m,l,21600r21600,l21600,xe">
              <v:stroke joinstyle="miter"/>
              <v:path gradientshapeok="t" o:connecttype="rect"/>
            </v:shapetype>
            <v:shape id="Casetă text 2" o:spid="_x0000_s1026" type="#_x0000_t202" style="position:absolute;margin-left:78.35pt;margin-top:-1.15pt;width:420pt;height:5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" filled="f" stroked="f">
              <v:textbox>
                <w:txbxContent>
                  <w:p w:rsidR="00EA0A34" w:rsidRPr="00EA0A34" w:rsidRDefault="00EA0A34" w:rsidP="00EA0A34">
                    <w:pPr>
                      <w:spacing w:after="0" w:line="240" w:lineRule="auto"/>
                      <w:jc w:val="center"/>
                      <w:rPr>
                        <w:rFonts w:ascii="Arial" w:hAnsi="Arial" w:cs="Arial"/>
                        <w:color w:val="000099"/>
                        <w:sz w:val="18"/>
                        <w:szCs w:val="18"/>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A34" w:rsidRDefault="00EA0A34" w:rsidP="00EA0A34">
    <w:pPr>
      <w:pStyle w:val="Antet"/>
    </w:pPr>
    <w:r>
      <w:rPr>
        <w:noProof/>
        <w:lang w:val="en-US"/>
      </w:rPr>
      <mc:AlternateContent>
        <mc:Choice Requires="wps">
          <w:drawing>
            <wp:anchor distT="0" distB="0" distL="114300" distR="114300" simplePos="0" relativeHeight="251665408" behindDoc="0" locked="0" layoutInCell="1" allowOverlap="1" wp14:anchorId="13CAAB7A" wp14:editId="61211447">
              <wp:simplePos x="0" y="0"/>
              <wp:positionH relativeFrom="column">
                <wp:posOffset>995045</wp:posOffset>
              </wp:positionH>
              <wp:positionV relativeFrom="paragraph">
                <wp:posOffset>-14922</wp:posOffset>
              </wp:positionV>
              <wp:extent cx="5334634" cy="944244"/>
              <wp:effectExtent l="0" t="0" r="0" b="0"/>
              <wp:wrapNone/>
              <wp:docPr id="4"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634" cy="944244"/>
                      </a:xfrm>
                      <a:prstGeom prst="rect">
                        <a:avLst/>
                      </a:prstGeom>
                      <a:noFill/>
                      <a:ln w="9525">
                        <a:noFill/>
                        <a:miter lim="800000"/>
                        <a:headEnd/>
                        <a:tailEnd/>
                      </a:ln>
                    </wps:spPr>
                    <wps:txbx>
                      <w:txbxContent>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1"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2"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CAAB7A" id="_x0000_t202" coordsize="21600,21600" o:spt="202" path="m,l,21600r21600,l21600,xe">
              <v:stroke joinstyle="miter"/>
              <v:path gradientshapeok="t" o:connecttype="rect"/>
            </v:shapetype>
            <v:shape id="_x0000_s1027" type="#_x0000_t202" style="position:absolute;margin-left:78.35pt;margin-top:-1.15pt;width:420.05pt;height:7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" filled="f" stroked="f">
              <v:textbox>
                <w:txbxContent>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3"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4"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14:anchorId="4D13C108" wp14:editId="09E13690">
              <wp:simplePos x="0" y="0"/>
              <wp:positionH relativeFrom="column">
                <wp:posOffset>-485140</wp:posOffset>
              </wp:positionH>
              <wp:positionV relativeFrom="paragraph">
                <wp:posOffset>611505</wp:posOffset>
              </wp:positionV>
              <wp:extent cx="6629400" cy="36000"/>
              <wp:effectExtent l="0" t="0" r="0" b="2540"/>
              <wp:wrapNone/>
              <wp:docPr id="5" name="Dreptunghi 5"/>
              <wp:cNvGraphicFramePr/>
              <a:graphic xmlns:a="http://schemas.openxmlformats.org/drawingml/2006/main">
                <a:graphicData uri="http://schemas.microsoft.com/office/word/2010/wordprocessingShape">
                  <wps:wsp>
                    <wps:cNvSpPr/>
                    <wps:spPr>
                      <a:xfrm>
                        <a:off x="0" y="0"/>
                        <a:ext cx="6629400" cy="36000"/>
                      </a:xfrm>
                      <a:prstGeom prst="rect">
                        <a:avLst/>
                      </a:prstGeom>
                      <a:solidFill>
                        <a:srgbClr val="0000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6BE7B2" id="Dreptunghi 5" o:spid="_x0000_s1026" style="position:absolute;margin-left:-38.2pt;margin-top:48.15pt;width:522pt;height:2.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" fillcolor="#009" stroked="f" strokeweight="2pt"/>
          </w:pict>
        </mc:Fallback>
      </mc:AlternateContent>
    </w:r>
    <w:r>
      <w:rPr>
        <w:noProof/>
        <w:lang w:val="en-US"/>
      </w:rPr>
      <w:drawing>
        <wp:anchor distT="0" distB="0" distL="114300" distR="114300" simplePos="0" relativeHeight="251664384" behindDoc="0" locked="0" layoutInCell="1" allowOverlap="1" wp14:anchorId="1FF6DFF2" wp14:editId="5CFA1224">
          <wp:simplePos x="0" y="0"/>
          <wp:positionH relativeFrom="column">
            <wp:posOffset>-314325</wp:posOffset>
          </wp:positionH>
          <wp:positionV relativeFrom="paragraph">
            <wp:posOffset>-207645</wp:posOffset>
          </wp:positionV>
          <wp:extent cx="1069340" cy="709295"/>
          <wp:effectExtent l="0" t="0" r="0" b="0"/>
          <wp:wrapNone/>
          <wp:docPr id="13"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 bleumarin.png"/>
                  <pic:cNvPicPr/>
                </pic:nvPicPr>
                <pic:blipFill>
                  <a:blip r:embed="rId5">
                    <a:extLst>
                      <a:ext uri="{28A0092B-C50C-407E-A947-70E740481C1C}">
                        <a14:useLocalDpi xmlns:a14="http://schemas.microsoft.com/office/drawing/2010/main" val="0"/>
                      </a:ext>
                    </a:extLst>
                  </a:blip>
                  <a:stretch>
                    <a:fillRect/>
                  </a:stretch>
                </pic:blipFill>
                <pic:spPr>
                  <a:xfrm>
                    <a:off x="0" y="0"/>
                    <a:ext cx="1069340" cy="70929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0096D702" wp14:editId="35C318BB">
          <wp:simplePos x="0" y="0"/>
          <wp:positionH relativeFrom="column">
            <wp:posOffset>37465</wp:posOffset>
          </wp:positionH>
          <wp:positionV relativeFrom="paragraph">
            <wp:posOffset>-127000</wp:posOffset>
          </wp:positionV>
          <wp:extent cx="1252220" cy="1054100"/>
          <wp:effectExtent l="0" t="0" r="5080" b="0"/>
          <wp:wrapNone/>
          <wp:docPr id="14"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ta verde.jpg"/>
                  <pic:cNvPicPr/>
                </pic:nvPicPr>
                <pic:blipFill>
                  <a:blip r:embed="rId6" cstate="print">
                    <a:clrChange>
                      <a:clrFrom>
                        <a:srgbClr val="FDFDFD"/>
                      </a:clrFrom>
                      <a:clrTo>
                        <a:srgbClr val="FDFDFD">
                          <a:alpha val="0"/>
                        </a:srgbClr>
                      </a:clrTo>
                    </a:clrChange>
                    <a:extLst>
                      <a:ext uri="{28A0092B-C50C-407E-A947-70E740481C1C}">
                        <a14:useLocalDpi xmlns:a14="http://schemas.microsoft.com/office/drawing/2010/main" val="0"/>
                      </a:ext>
                    </a:extLst>
                  </a:blip>
                  <a:stretch>
                    <a:fillRect/>
                  </a:stretch>
                </pic:blipFill>
                <pic:spPr>
                  <a:xfrm>
                    <a:off x="0" y="0"/>
                    <a:ext cx="1252220" cy="1054100"/>
                  </a:xfrm>
                  <a:prstGeom prst="rect">
                    <a:avLst/>
                  </a:prstGeom>
                </pic:spPr>
              </pic:pic>
            </a:graphicData>
          </a:graphic>
          <wp14:sizeRelH relativeFrom="page">
            <wp14:pctWidth>0</wp14:pctWidth>
          </wp14:sizeRelH>
          <wp14:sizeRelV relativeFrom="page">
            <wp14:pctHeight>0</wp14:pctHeight>
          </wp14:sizeRelV>
        </wp:anchor>
      </w:drawing>
    </w:r>
  </w:p>
  <w:p w:rsidR="00EA0A34" w:rsidRDefault="00EA0A3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E299D"/>
    <w:multiLevelType w:val="hybridMultilevel"/>
    <w:tmpl w:val="345C33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8B949ED"/>
    <w:multiLevelType w:val="hybridMultilevel"/>
    <w:tmpl w:val="B918588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8FE2BA3"/>
    <w:multiLevelType w:val="multilevel"/>
    <w:tmpl w:val="835E2C78"/>
    <w:lvl w:ilvl="0">
      <w:start w:val="1"/>
      <w:numFmt w:val="bullet"/>
      <w:lvlText w:val=""/>
      <w:lvlJc w:val="left"/>
      <w:pPr>
        <w:ind w:left="360" w:hanging="360"/>
      </w:pPr>
      <w:rPr>
        <w:rFonts w:ascii="Symbol" w:hAnsi="Symbol"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594A9E"/>
    <w:multiLevelType w:val="hybridMultilevel"/>
    <w:tmpl w:val="993AAF9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4" w15:restartNumberingAfterBreak="0">
    <w:nsid w:val="0AF62CF8"/>
    <w:multiLevelType w:val="hybridMultilevel"/>
    <w:tmpl w:val="C2E2CA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744BB6"/>
    <w:multiLevelType w:val="hybridMultilevel"/>
    <w:tmpl w:val="6F12794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6" w15:restartNumberingAfterBreak="0">
    <w:nsid w:val="0DA81B0A"/>
    <w:multiLevelType w:val="hybridMultilevel"/>
    <w:tmpl w:val="F30CDC1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7" w15:restartNumberingAfterBreak="0">
    <w:nsid w:val="14EF5B2B"/>
    <w:multiLevelType w:val="hybridMultilevel"/>
    <w:tmpl w:val="07AE146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8AB7DC7"/>
    <w:multiLevelType w:val="hybridMultilevel"/>
    <w:tmpl w:val="13DE8560"/>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9" w15:restartNumberingAfterBreak="0">
    <w:nsid w:val="1C035D70"/>
    <w:multiLevelType w:val="hybridMultilevel"/>
    <w:tmpl w:val="41EA3D3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1C396E9A"/>
    <w:multiLevelType w:val="hybridMultilevel"/>
    <w:tmpl w:val="4F0ABAB4"/>
    <w:lvl w:ilvl="0" w:tplc="A0267826">
      <w:start w:val="1"/>
      <w:numFmt w:val="bullet"/>
      <w:lvlText w:val=""/>
      <w:lvlJc w:val="left"/>
      <w:pPr>
        <w:tabs>
          <w:tab w:val="num" w:pos="1420"/>
        </w:tabs>
        <w:ind w:left="1420" w:hanging="34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2DB729C"/>
    <w:multiLevelType w:val="hybridMultilevel"/>
    <w:tmpl w:val="33FCBC18"/>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50612D"/>
    <w:multiLevelType w:val="hybridMultilevel"/>
    <w:tmpl w:val="39B2A95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15:restartNumberingAfterBreak="0">
    <w:nsid w:val="29515328"/>
    <w:multiLevelType w:val="hybridMultilevel"/>
    <w:tmpl w:val="DBBE9A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4" w15:restartNumberingAfterBreak="0">
    <w:nsid w:val="2AD27B45"/>
    <w:multiLevelType w:val="hybridMultilevel"/>
    <w:tmpl w:val="A10CC79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5" w15:restartNumberingAfterBreak="0">
    <w:nsid w:val="2B5F23BB"/>
    <w:multiLevelType w:val="hybridMultilevel"/>
    <w:tmpl w:val="EAA8D6F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6" w15:restartNumberingAfterBreak="0">
    <w:nsid w:val="2D7A5146"/>
    <w:multiLevelType w:val="hybridMultilevel"/>
    <w:tmpl w:val="809C669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7" w15:restartNumberingAfterBreak="0">
    <w:nsid w:val="331976F3"/>
    <w:multiLevelType w:val="hybridMultilevel"/>
    <w:tmpl w:val="41AA7FA2"/>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E90087"/>
    <w:multiLevelType w:val="hybridMultilevel"/>
    <w:tmpl w:val="CD443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D841FA1"/>
    <w:multiLevelType w:val="hybridMultilevel"/>
    <w:tmpl w:val="1318D9A6"/>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0" w15:restartNumberingAfterBreak="0">
    <w:nsid w:val="49EF18D8"/>
    <w:multiLevelType w:val="hybridMultilevel"/>
    <w:tmpl w:val="B85E625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4CA10555"/>
    <w:multiLevelType w:val="hybridMultilevel"/>
    <w:tmpl w:val="9544B8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2" w15:restartNumberingAfterBreak="0">
    <w:nsid w:val="530E15A9"/>
    <w:multiLevelType w:val="hybridMultilevel"/>
    <w:tmpl w:val="991A22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3" w15:restartNumberingAfterBreak="0">
    <w:nsid w:val="54A34451"/>
    <w:multiLevelType w:val="hybridMultilevel"/>
    <w:tmpl w:val="2DF0CC6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4" w15:restartNumberingAfterBreak="0">
    <w:nsid w:val="54EE0416"/>
    <w:multiLevelType w:val="hybridMultilevel"/>
    <w:tmpl w:val="FDEE28BC"/>
    <w:lvl w:ilvl="0" w:tplc="437C7724">
      <w:start w:val="1"/>
      <w:numFmt w:val="decimal"/>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25" w15:restartNumberingAfterBreak="0">
    <w:nsid w:val="55F56529"/>
    <w:multiLevelType w:val="hybridMultilevel"/>
    <w:tmpl w:val="698C96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EB3DEB"/>
    <w:multiLevelType w:val="hybridMultilevel"/>
    <w:tmpl w:val="4DD08D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5292678"/>
    <w:multiLevelType w:val="hybridMultilevel"/>
    <w:tmpl w:val="56682F14"/>
    <w:lvl w:ilvl="0" w:tplc="6FC8DCAC">
      <w:start w:val="1"/>
      <w:numFmt w:val="decimal"/>
      <w:lvlText w:val="%1."/>
      <w:lvlJc w:val="left"/>
      <w:pPr>
        <w:tabs>
          <w:tab w:val="num" w:pos="1080"/>
        </w:tabs>
        <w:ind w:left="0" w:firstLine="0"/>
      </w:pPr>
      <w:rPr>
        <w:rFonts w:hint="default"/>
        <w:b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B074901"/>
    <w:multiLevelType w:val="hybridMultilevel"/>
    <w:tmpl w:val="D59A2DC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9" w15:restartNumberingAfterBreak="0">
    <w:nsid w:val="6FAD0993"/>
    <w:multiLevelType w:val="hybridMultilevel"/>
    <w:tmpl w:val="4148D8F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15:restartNumberingAfterBreak="0">
    <w:nsid w:val="724D3BA4"/>
    <w:multiLevelType w:val="hybridMultilevel"/>
    <w:tmpl w:val="68C8450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1" w15:restartNumberingAfterBreak="0">
    <w:nsid w:val="73E90EAB"/>
    <w:multiLevelType w:val="hybridMultilevel"/>
    <w:tmpl w:val="E34A1F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52D0733"/>
    <w:multiLevelType w:val="hybridMultilevel"/>
    <w:tmpl w:val="678270FE"/>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3" w15:restartNumberingAfterBreak="0">
    <w:nsid w:val="776B1888"/>
    <w:multiLevelType w:val="hybridMultilevel"/>
    <w:tmpl w:val="BA76E4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4" w15:restartNumberingAfterBreak="0">
    <w:nsid w:val="7A986F58"/>
    <w:multiLevelType w:val="hybridMultilevel"/>
    <w:tmpl w:val="1A883BD8"/>
    <w:lvl w:ilvl="0" w:tplc="8188C7A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7D7E2BAF"/>
    <w:multiLevelType w:val="multilevel"/>
    <w:tmpl w:val="199E1CA0"/>
    <w:lvl w:ilvl="0">
      <w:start w:val="1"/>
      <w:numFmt w:val="decimal"/>
      <w:lvlText w:val="%1."/>
      <w:lvlJc w:val="left"/>
      <w:pPr>
        <w:ind w:left="360" w:hanging="360"/>
      </w:pPr>
      <w:rPr>
        <w:rFonts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ECA72C9"/>
    <w:multiLevelType w:val="hybridMultilevel"/>
    <w:tmpl w:val="D2463CF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7F314803"/>
    <w:multiLevelType w:val="hybridMultilevel"/>
    <w:tmpl w:val="D6D64D66"/>
    <w:lvl w:ilvl="0" w:tplc="BEA433E2">
      <w:start w:val="1"/>
      <w:numFmt w:val="decimal"/>
      <w:lvlText w:val="%1."/>
      <w:lvlJc w:val="left"/>
      <w:pPr>
        <w:ind w:left="720" w:hanging="360"/>
      </w:pPr>
      <w:rPr>
        <w:rFonts w:hint="default"/>
        <w:b w:val="0"/>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F6D4D26"/>
    <w:multiLevelType w:val="hybridMultilevel"/>
    <w:tmpl w:val="FC1C6240"/>
    <w:lvl w:ilvl="0" w:tplc="39667C5A">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7"/>
  </w:num>
  <w:num w:numId="2">
    <w:abstractNumId w:val="20"/>
  </w:num>
  <w:num w:numId="3">
    <w:abstractNumId w:val="36"/>
  </w:num>
  <w:num w:numId="4">
    <w:abstractNumId w:val="26"/>
  </w:num>
  <w:num w:numId="5">
    <w:abstractNumId w:val="4"/>
  </w:num>
  <w:num w:numId="6">
    <w:abstractNumId w:val="0"/>
  </w:num>
  <w:num w:numId="7">
    <w:abstractNumId w:val="34"/>
  </w:num>
  <w:num w:numId="8">
    <w:abstractNumId w:val="24"/>
  </w:num>
  <w:num w:numId="9">
    <w:abstractNumId w:val="37"/>
  </w:num>
  <w:num w:numId="10">
    <w:abstractNumId w:val="35"/>
  </w:num>
  <w:num w:numId="11">
    <w:abstractNumId w:val="2"/>
  </w:num>
  <w:num w:numId="12">
    <w:abstractNumId w:val="31"/>
  </w:num>
  <w:num w:numId="13">
    <w:abstractNumId w:val="25"/>
  </w:num>
  <w:num w:numId="14">
    <w:abstractNumId w:val="27"/>
  </w:num>
  <w:num w:numId="15">
    <w:abstractNumId w:val="10"/>
  </w:num>
  <w:num w:numId="16">
    <w:abstractNumId w:val="11"/>
  </w:num>
  <w:num w:numId="17">
    <w:abstractNumId w:val="17"/>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C6"/>
    <w:rsid w:val="00000BEF"/>
    <w:rsid w:val="000431AC"/>
    <w:rsid w:val="0005576D"/>
    <w:rsid w:val="00077987"/>
    <w:rsid w:val="0008180F"/>
    <w:rsid w:val="00087695"/>
    <w:rsid w:val="00093A8E"/>
    <w:rsid w:val="00094930"/>
    <w:rsid w:val="0009653A"/>
    <w:rsid w:val="000A264B"/>
    <w:rsid w:val="000C00A0"/>
    <w:rsid w:val="000C1339"/>
    <w:rsid w:val="000D0D88"/>
    <w:rsid w:val="000D15CA"/>
    <w:rsid w:val="000D2140"/>
    <w:rsid w:val="000F3E0A"/>
    <w:rsid w:val="00100661"/>
    <w:rsid w:val="001015D9"/>
    <w:rsid w:val="00104275"/>
    <w:rsid w:val="00120E71"/>
    <w:rsid w:val="00124560"/>
    <w:rsid w:val="00141D58"/>
    <w:rsid w:val="001466FA"/>
    <w:rsid w:val="001636F4"/>
    <w:rsid w:val="001704AD"/>
    <w:rsid w:val="00184A99"/>
    <w:rsid w:val="001928E8"/>
    <w:rsid w:val="001B47C8"/>
    <w:rsid w:val="001D513C"/>
    <w:rsid w:val="001D790D"/>
    <w:rsid w:val="001E64A4"/>
    <w:rsid w:val="001F11DB"/>
    <w:rsid w:val="001F2F0D"/>
    <w:rsid w:val="002035C2"/>
    <w:rsid w:val="00214FC6"/>
    <w:rsid w:val="00240F5B"/>
    <w:rsid w:val="00272CA6"/>
    <w:rsid w:val="0028613E"/>
    <w:rsid w:val="00295B9C"/>
    <w:rsid w:val="002A00C6"/>
    <w:rsid w:val="002A429C"/>
    <w:rsid w:val="002B5A85"/>
    <w:rsid w:val="002B63FB"/>
    <w:rsid w:val="002B7A88"/>
    <w:rsid w:val="002D3217"/>
    <w:rsid w:val="002E7B12"/>
    <w:rsid w:val="002F4B1F"/>
    <w:rsid w:val="0031239E"/>
    <w:rsid w:val="003154C0"/>
    <w:rsid w:val="00316236"/>
    <w:rsid w:val="00317663"/>
    <w:rsid w:val="003224F4"/>
    <w:rsid w:val="00332256"/>
    <w:rsid w:val="00335CF7"/>
    <w:rsid w:val="00353090"/>
    <w:rsid w:val="003843AB"/>
    <w:rsid w:val="00386C77"/>
    <w:rsid w:val="00395506"/>
    <w:rsid w:val="003B45D5"/>
    <w:rsid w:val="003B4F93"/>
    <w:rsid w:val="003B6D53"/>
    <w:rsid w:val="003C7596"/>
    <w:rsid w:val="003D201C"/>
    <w:rsid w:val="003D65E1"/>
    <w:rsid w:val="003E1712"/>
    <w:rsid w:val="003F0B3C"/>
    <w:rsid w:val="003F58DA"/>
    <w:rsid w:val="004045E9"/>
    <w:rsid w:val="0041520D"/>
    <w:rsid w:val="00441CFA"/>
    <w:rsid w:val="00446E59"/>
    <w:rsid w:val="0047019D"/>
    <w:rsid w:val="004A0A4C"/>
    <w:rsid w:val="004A5AEE"/>
    <w:rsid w:val="004A6111"/>
    <w:rsid w:val="004C31B8"/>
    <w:rsid w:val="004D2663"/>
    <w:rsid w:val="004D4F9B"/>
    <w:rsid w:val="004E4203"/>
    <w:rsid w:val="004F5859"/>
    <w:rsid w:val="00505278"/>
    <w:rsid w:val="00540E6C"/>
    <w:rsid w:val="00550E34"/>
    <w:rsid w:val="005534D5"/>
    <w:rsid w:val="00562CF9"/>
    <w:rsid w:val="005930C7"/>
    <w:rsid w:val="005952A5"/>
    <w:rsid w:val="005A640F"/>
    <w:rsid w:val="005D22E9"/>
    <w:rsid w:val="005E0120"/>
    <w:rsid w:val="005F7F59"/>
    <w:rsid w:val="006040A9"/>
    <w:rsid w:val="00611DA0"/>
    <w:rsid w:val="006140FB"/>
    <w:rsid w:val="00625F94"/>
    <w:rsid w:val="00642490"/>
    <w:rsid w:val="006504E7"/>
    <w:rsid w:val="00655623"/>
    <w:rsid w:val="00680195"/>
    <w:rsid w:val="0068172C"/>
    <w:rsid w:val="00693CE4"/>
    <w:rsid w:val="006A3B6C"/>
    <w:rsid w:val="006B791A"/>
    <w:rsid w:val="006D44EC"/>
    <w:rsid w:val="006D57E9"/>
    <w:rsid w:val="006E3D61"/>
    <w:rsid w:val="006E6649"/>
    <w:rsid w:val="00712168"/>
    <w:rsid w:val="007137E5"/>
    <w:rsid w:val="00720BF0"/>
    <w:rsid w:val="00724ACC"/>
    <w:rsid w:val="007757BF"/>
    <w:rsid w:val="00787338"/>
    <w:rsid w:val="007B43FC"/>
    <w:rsid w:val="007D6311"/>
    <w:rsid w:val="007D6A69"/>
    <w:rsid w:val="007E0304"/>
    <w:rsid w:val="008262A5"/>
    <w:rsid w:val="0083325F"/>
    <w:rsid w:val="008543CF"/>
    <w:rsid w:val="0086359E"/>
    <w:rsid w:val="00865805"/>
    <w:rsid w:val="00881694"/>
    <w:rsid w:val="00885345"/>
    <w:rsid w:val="008B76CF"/>
    <w:rsid w:val="008D04FD"/>
    <w:rsid w:val="008F1846"/>
    <w:rsid w:val="008F2CC5"/>
    <w:rsid w:val="008F7A4C"/>
    <w:rsid w:val="00916E3F"/>
    <w:rsid w:val="00926A61"/>
    <w:rsid w:val="00943603"/>
    <w:rsid w:val="00943F48"/>
    <w:rsid w:val="00954E3B"/>
    <w:rsid w:val="00955537"/>
    <w:rsid w:val="0095741B"/>
    <w:rsid w:val="009637DA"/>
    <w:rsid w:val="009807AB"/>
    <w:rsid w:val="0098647B"/>
    <w:rsid w:val="00994E18"/>
    <w:rsid w:val="00997664"/>
    <w:rsid w:val="009A530B"/>
    <w:rsid w:val="009D1E13"/>
    <w:rsid w:val="009D2B40"/>
    <w:rsid w:val="009D6C5D"/>
    <w:rsid w:val="009E276D"/>
    <w:rsid w:val="00A079CB"/>
    <w:rsid w:val="00A554A9"/>
    <w:rsid w:val="00A70153"/>
    <w:rsid w:val="00A879B4"/>
    <w:rsid w:val="00A92602"/>
    <w:rsid w:val="00AC23A3"/>
    <w:rsid w:val="00AF2E6B"/>
    <w:rsid w:val="00B31506"/>
    <w:rsid w:val="00B34102"/>
    <w:rsid w:val="00B36DD3"/>
    <w:rsid w:val="00B45216"/>
    <w:rsid w:val="00B54787"/>
    <w:rsid w:val="00B67975"/>
    <w:rsid w:val="00B770CD"/>
    <w:rsid w:val="00B82635"/>
    <w:rsid w:val="00B83047"/>
    <w:rsid w:val="00B87FE1"/>
    <w:rsid w:val="00BA6EB3"/>
    <w:rsid w:val="00BB1C72"/>
    <w:rsid w:val="00BB67AE"/>
    <w:rsid w:val="00BB68AB"/>
    <w:rsid w:val="00BC22DD"/>
    <w:rsid w:val="00BC3F17"/>
    <w:rsid w:val="00BD5DEA"/>
    <w:rsid w:val="00C041E9"/>
    <w:rsid w:val="00C04F7F"/>
    <w:rsid w:val="00C20921"/>
    <w:rsid w:val="00C358A1"/>
    <w:rsid w:val="00C50B98"/>
    <w:rsid w:val="00C62E34"/>
    <w:rsid w:val="00C84A2C"/>
    <w:rsid w:val="00C86840"/>
    <w:rsid w:val="00C87558"/>
    <w:rsid w:val="00C92710"/>
    <w:rsid w:val="00C96D46"/>
    <w:rsid w:val="00CB3290"/>
    <w:rsid w:val="00CB6D72"/>
    <w:rsid w:val="00CC1E27"/>
    <w:rsid w:val="00CC5F68"/>
    <w:rsid w:val="00D1113A"/>
    <w:rsid w:val="00D14EFE"/>
    <w:rsid w:val="00D21B05"/>
    <w:rsid w:val="00D22247"/>
    <w:rsid w:val="00D30ABF"/>
    <w:rsid w:val="00D31586"/>
    <w:rsid w:val="00D81DEB"/>
    <w:rsid w:val="00DA449C"/>
    <w:rsid w:val="00DB466B"/>
    <w:rsid w:val="00DE2DBE"/>
    <w:rsid w:val="00DF3F56"/>
    <w:rsid w:val="00DF5E4E"/>
    <w:rsid w:val="00E074D8"/>
    <w:rsid w:val="00E16F93"/>
    <w:rsid w:val="00E178B8"/>
    <w:rsid w:val="00E24678"/>
    <w:rsid w:val="00E317EF"/>
    <w:rsid w:val="00E64334"/>
    <w:rsid w:val="00E8108F"/>
    <w:rsid w:val="00E92E8A"/>
    <w:rsid w:val="00EA0A34"/>
    <w:rsid w:val="00EA1585"/>
    <w:rsid w:val="00EA5147"/>
    <w:rsid w:val="00EA57F0"/>
    <w:rsid w:val="00EB369A"/>
    <w:rsid w:val="00EB467F"/>
    <w:rsid w:val="00EC433C"/>
    <w:rsid w:val="00EF139A"/>
    <w:rsid w:val="00EF20EE"/>
    <w:rsid w:val="00F02455"/>
    <w:rsid w:val="00F32080"/>
    <w:rsid w:val="00F621D1"/>
    <w:rsid w:val="00F647B9"/>
    <w:rsid w:val="00F82AD2"/>
    <w:rsid w:val="00F83082"/>
    <w:rsid w:val="00F96DCF"/>
    <w:rsid w:val="00FB12E3"/>
    <w:rsid w:val="00FD68A0"/>
    <w:rsid w:val="00FF6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9000AF-7BE3-4DC3-82E0-C171BE342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FC6"/>
    <w:rPr>
      <w:rFonts w:ascii="Calibri" w:eastAsia="Calibri" w:hAnsi="Calibri" w:cs="Times New Roman"/>
      <w:lang w:val="ro-RO"/>
    </w:rPr>
  </w:style>
  <w:style w:type="paragraph" w:styleId="Titlu2">
    <w:name w:val="heading 2"/>
    <w:aliases w:val="Nadpis_2,AB,Numbered - 2,Sub Heading,ignorer2,Heading 2 Char1,Heading 2 Char Char"/>
    <w:basedOn w:val="Normal"/>
    <w:next w:val="Normal"/>
    <w:link w:val="Titlu2Caracter"/>
    <w:qFormat/>
    <w:rsid w:val="004E4203"/>
    <w:pPr>
      <w:keepNext/>
      <w:spacing w:before="240" w:after="60" w:line="240" w:lineRule="auto"/>
      <w:outlineLvl w:val="1"/>
    </w:pPr>
    <w:rPr>
      <w:rFonts w:ascii="Trebuchet MS" w:eastAsia="Times New Roman" w:hAnsi="Trebuchet MS" w:cs="Arial"/>
      <w:b/>
      <w:bCs/>
      <w:sz w:val="24"/>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EA0A34"/>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EA0A34"/>
  </w:style>
  <w:style w:type="paragraph" w:styleId="Subsol">
    <w:name w:val="footer"/>
    <w:basedOn w:val="Normal"/>
    <w:link w:val="SubsolCaracter"/>
    <w:uiPriority w:val="99"/>
    <w:unhideWhenUsed/>
    <w:rsid w:val="00EA0A34"/>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EA0A34"/>
  </w:style>
  <w:style w:type="paragraph" w:styleId="TextnBalon">
    <w:name w:val="Balloon Text"/>
    <w:basedOn w:val="Normal"/>
    <w:link w:val="TextnBalonCaracter"/>
    <w:uiPriority w:val="99"/>
    <w:semiHidden/>
    <w:unhideWhenUsed/>
    <w:rsid w:val="00EA0A3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A0A34"/>
    <w:rPr>
      <w:rFonts w:ascii="Tahoma" w:hAnsi="Tahoma" w:cs="Tahoma"/>
      <w:sz w:val="16"/>
      <w:szCs w:val="16"/>
    </w:rPr>
  </w:style>
  <w:style w:type="paragraph" w:styleId="Listparagraf">
    <w:name w:val="List Paragraph"/>
    <w:basedOn w:val="Normal"/>
    <w:uiPriority w:val="34"/>
    <w:qFormat/>
    <w:rsid w:val="009A530B"/>
    <w:pPr>
      <w:ind w:left="720"/>
      <w:contextualSpacing/>
    </w:pPr>
  </w:style>
  <w:style w:type="character" w:styleId="Hyperlink">
    <w:name w:val="Hyperlink"/>
    <w:basedOn w:val="Fontdeparagrafimplicit"/>
    <w:uiPriority w:val="99"/>
    <w:unhideWhenUsed/>
    <w:rsid w:val="0047019D"/>
    <w:rPr>
      <w:color w:val="0000FF" w:themeColor="hyperlink"/>
      <w:u w:val="single"/>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E4203"/>
    <w:rPr>
      <w:rFonts w:ascii="Trebuchet MS" w:eastAsia="Times New Roman" w:hAnsi="Trebuchet MS" w:cs="Arial"/>
      <w:b/>
      <w:bCs/>
      <w:sz w:val="24"/>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330047">
      <w:bodyDiv w:val="1"/>
      <w:marLeft w:val="0"/>
      <w:marRight w:val="0"/>
      <w:marTop w:val="0"/>
      <w:marBottom w:val="0"/>
      <w:divBdr>
        <w:top w:val="none" w:sz="0" w:space="0" w:color="auto"/>
        <w:left w:val="none" w:sz="0" w:space="0" w:color="auto"/>
        <w:bottom w:val="none" w:sz="0" w:space="0" w:color="auto"/>
        <w:right w:val="none" w:sz="0" w:space="0" w:color="auto"/>
      </w:divBdr>
    </w:div>
    <w:div w:id="177478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office@itideltadunarii.com" TargetMode="External"/><Relationship Id="rId2" Type="http://schemas.openxmlformats.org/officeDocument/2006/relationships/hyperlink" Target="http://www.itideltadunarii.com" TargetMode="External"/><Relationship Id="rId1" Type="http://schemas.openxmlformats.org/officeDocument/2006/relationships/hyperlink" Target="mailto:office@itideltadunarii.com" TargetMode="Externa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hyperlink" Target="http://www.itideltadunarii.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ANTET%20ITI.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ANTET ITI.dotx</Template>
  <TotalTime>0</TotalTime>
  <Pages>4</Pages>
  <Words>1506</Words>
  <Characters>8589</Characters>
  <Application>Microsoft Office Word</Application>
  <DocSecurity>0</DocSecurity>
  <Lines>71</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CJ Tulcea</Company>
  <LinksUpToDate>false</LinksUpToDate>
  <CharactersWithSpaces>10075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daniel chitoi</cp:lastModifiedBy>
  <cp:revision>5</cp:revision>
  <cp:lastPrinted>2018-05-09T16:41:00Z</cp:lastPrinted>
  <dcterms:created xsi:type="dcterms:W3CDTF">2018-10-02T09:47:00Z</dcterms:created>
  <dcterms:modified xsi:type="dcterms:W3CDTF">2018-10-04T06:45:00Z</dcterms:modified>
</cp:coreProperties>
</file>